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14DE0" w14:textId="3BFB2FFE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C024C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024CB" w:rsidRPr="00C024CB">
        <w:rPr>
          <w:rFonts w:asciiTheme="majorHAnsi" w:eastAsia="Times New Roman" w:hAnsiTheme="majorHAnsi" w:cs="Times New Roman"/>
          <w:lang w:eastAsia="cs-CZ"/>
        </w:rPr>
        <w:t>4 Kupní smlouvy</w:t>
      </w:r>
    </w:p>
    <w:p w14:paraId="37054485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0227A5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25BCDF4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59CFA2E7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365B9280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DA9638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539C7E9B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21000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AE7A47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B24913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5B1EE6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12D29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4E2C51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AAFD759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62719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336B96E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04C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59EFF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5727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A28E9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4580EF" w14:textId="77777777" w:rsidR="00F1715C" w:rsidRDefault="00F1715C" w:rsidP="00D831A3">
          <w:pPr>
            <w:pStyle w:val="Zpat"/>
          </w:pPr>
        </w:p>
      </w:tc>
    </w:tr>
  </w:tbl>
  <w:p w14:paraId="6637B2D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A687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180E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B8143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EFDAF1" w14:textId="71DFCC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2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2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AF490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090BC6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996E4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27602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99F5B0E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175011A" w14:textId="77777777" w:rsidR="00F1715C" w:rsidRDefault="00F1715C" w:rsidP="00460660">
          <w:pPr>
            <w:pStyle w:val="Zpat"/>
          </w:pPr>
        </w:p>
      </w:tc>
    </w:tr>
  </w:tbl>
  <w:p w14:paraId="60EB7C2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050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BBA3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06FB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DBADF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5056BD39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B67BA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10DFA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612D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28439B" w14:textId="77777777" w:rsidR="00F1715C" w:rsidRPr="00D6163D" w:rsidRDefault="00F1715C" w:rsidP="00D6163D">
          <w:pPr>
            <w:pStyle w:val="Druhdokumentu"/>
          </w:pPr>
        </w:p>
      </w:tc>
    </w:tr>
  </w:tbl>
  <w:p w14:paraId="40B1C60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EDD11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DACCC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EEA3A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08C803" w14:textId="77777777" w:rsidR="00F1715C" w:rsidRPr="00D6163D" w:rsidRDefault="00F1715C" w:rsidP="00FC6389">
          <w:pPr>
            <w:pStyle w:val="Druhdokumentu"/>
          </w:pPr>
        </w:p>
      </w:tc>
    </w:tr>
    <w:tr w:rsidR="009F392E" w14:paraId="2992E4A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F7C1DF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95DA0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D93353" w14:textId="77777777" w:rsidR="009F392E" w:rsidRPr="00D6163D" w:rsidRDefault="009F392E" w:rsidP="00FC6389">
          <w:pPr>
            <w:pStyle w:val="Druhdokumentu"/>
          </w:pPr>
        </w:p>
      </w:tc>
    </w:tr>
  </w:tbl>
  <w:p w14:paraId="0359902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FB698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050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4CB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A40BD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3" ma:contentTypeDescription="Vytvoří nový dokument" ma:contentTypeScope="" ma:versionID="d78faebb380f1973aff6436ade39b35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7d717680429f90449679ef5e90e4e0b6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e72ec546-4dff-450b-b362-708814111d2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c53f03-f20e-45c2-932e-d0b8d8cf827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9DA0-6567-42CE-95D9-95C22F20D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7DE22E-C636-4F9F-814F-DA7AFCA9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2023-08-10T06:09:00Z</dcterms:created>
  <dcterms:modified xsi:type="dcterms:W3CDTF">2023-08-21T11:30:00Z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